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801768">
        <w:rPr>
          <w:rFonts w:ascii="Arial" w:hAnsi="Arial" w:cs="Arial"/>
          <w:b/>
          <w:sz w:val="20"/>
          <w:szCs w:val="20"/>
        </w:rPr>
        <w:t>základní způsobilosti</w:t>
      </w:r>
      <w:r w:rsidR="004B4FFA" w:rsidRPr="00A45D72">
        <w:rPr>
          <w:rFonts w:ascii="Arial" w:hAnsi="Arial" w:cs="Arial"/>
          <w:b/>
          <w:sz w:val="20"/>
          <w:szCs w:val="20"/>
        </w:rPr>
        <w:t xml:space="preserve">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:rsidR="00E26A42" w:rsidRPr="00A45D72" w:rsidRDefault="00E26A42" w:rsidP="00AF0076">
      <w:pPr>
        <w:jc w:val="center"/>
        <w:rPr>
          <w:rFonts w:ascii="Arial" w:hAnsi="Arial" w:cs="Arial"/>
          <w:b/>
          <w:sz w:val="20"/>
          <w:szCs w:val="20"/>
        </w:rPr>
      </w:pPr>
    </w:p>
    <w:p w:rsidR="00195B9D" w:rsidRPr="00195B9D" w:rsidRDefault="00195B9D" w:rsidP="00195B9D">
      <w:pPr>
        <w:jc w:val="center"/>
        <w:rPr>
          <w:rFonts w:asciiTheme="minorHAnsi" w:hAnsiTheme="minorHAnsi"/>
          <w:b/>
          <w:bCs/>
          <w:sz w:val="28"/>
          <w:szCs w:val="28"/>
        </w:rPr>
      </w:pPr>
      <w:bookmarkStart w:id="0" w:name="_Hlk510083185"/>
      <w:r w:rsidRPr="00195B9D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EC1CA5" w:rsidRPr="00EC1CA5">
        <w:rPr>
          <w:rFonts w:asciiTheme="minorHAnsi" w:hAnsiTheme="minorHAnsi"/>
          <w:b/>
          <w:bCs/>
          <w:sz w:val="28"/>
          <w:szCs w:val="28"/>
        </w:rPr>
        <w:t>„Schody Na Větru,  Lanškroun - oprava“</w:t>
      </w:r>
      <w:r w:rsidR="00EC1CA5">
        <w:rPr>
          <w:rFonts w:asciiTheme="minorHAnsi" w:hAnsiTheme="minorHAnsi"/>
          <w:b/>
          <w:bCs/>
          <w:sz w:val="28"/>
          <w:szCs w:val="28"/>
        </w:rPr>
        <w:t xml:space="preserve"> </w:t>
      </w:r>
      <w:bookmarkStart w:id="1" w:name="_GoBack"/>
      <w:bookmarkEnd w:id="1"/>
    </w:p>
    <w:p w:rsidR="005648CD" w:rsidRPr="006119D2" w:rsidRDefault="00195B9D" w:rsidP="005648CD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 </w:t>
      </w:r>
    </w:p>
    <w:bookmarkEnd w:id="0"/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801768">
        <w:rPr>
          <w:rFonts w:ascii="Arial" w:hAnsi="Arial" w:cs="Arial"/>
          <w:sz w:val="20"/>
          <w:szCs w:val="20"/>
        </w:rPr>
        <w:t>základní způsobilosti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801768">
      <w:pPr>
        <w:pStyle w:val="Zkladntextodsazen31"/>
        <w:tabs>
          <w:tab w:val="left" w:pos="284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</w:t>
      </w:r>
      <w:r w:rsidR="000414AC">
        <w:rPr>
          <w:rFonts w:ascii="Arial" w:hAnsi="Arial" w:cs="Arial"/>
          <w:sz w:val="20"/>
          <w:szCs w:val="20"/>
        </w:rPr>
        <w:t>základní způsobilost</w:t>
      </w:r>
      <w:r w:rsidR="00E911C9">
        <w:rPr>
          <w:rFonts w:ascii="Arial" w:hAnsi="Arial" w:cs="Arial"/>
          <w:sz w:val="20"/>
          <w:szCs w:val="20"/>
        </w:rPr>
        <w:t xml:space="preserve"> dl</w:t>
      </w:r>
      <w:r w:rsidR="00F317AA">
        <w:rPr>
          <w:rFonts w:ascii="Arial" w:hAnsi="Arial" w:cs="Arial"/>
          <w:sz w:val="20"/>
          <w:szCs w:val="20"/>
        </w:rPr>
        <w:t xml:space="preserve">e </w:t>
      </w:r>
      <w:r w:rsidR="000414AC">
        <w:rPr>
          <w:rFonts w:ascii="Arial" w:hAnsi="Arial" w:cs="Arial"/>
          <w:sz w:val="20"/>
          <w:szCs w:val="20"/>
        </w:rPr>
        <w:t>§ 74</w:t>
      </w:r>
      <w:r w:rsidR="00676C45" w:rsidRPr="00676C45">
        <w:rPr>
          <w:rFonts w:ascii="Arial" w:hAnsi="Arial" w:cs="Arial"/>
          <w:sz w:val="20"/>
          <w:szCs w:val="20"/>
        </w:rPr>
        <w:t xml:space="preserve"> odst. 1 písm. a) až </w:t>
      </w:r>
      <w:r w:rsidR="00754703">
        <w:rPr>
          <w:rFonts w:ascii="Arial" w:hAnsi="Arial" w:cs="Arial"/>
          <w:sz w:val="20"/>
          <w:szCs w:val="20"/>
        </w:rPr>
        <w:t xml:space="preserve">e) </w:t>
      </w:r>
      <w:r w:rsidR="000414AC">
        <w:rPr>
          <w:rFonts w:ascii="Arial" w:hAnsi="Arial" w:cs="Arial"/>
          <w:sz w:val="20"/>
          <w:szCs w:val="20"/>
        </w:rPr>
        <w:t>zákona č. 134</w:t>
      </w:r>
      <w:r w:rsidR="00F317AA">
        <w:rPr>
          <w:rFonts w:ascii="Arial" w:hAnsi="Arial" w:cs="Arial"/>
          <w:sz w:val="20"/>
          <w:szCs w:val="20"/>
        </w:rPr>
        <w:t>/20</w:t>
      </w:r>
      <w:r w:rsidR="000414AC">
        <w:rPr>
          <w:rFonts w:ascii="Arial" w:hAnsi="Arial" w:cs="Arial"/>
          <w:sz w:val="20"/>
          <w:szCs w:val="20"/>
        </w:rPr>
        <w:t>1</w:t>
      </w:r>
      <w:r w:rsidR="00F317AA">
        <w:rPr>
          <w:rFonts w:ascii="Arial" w:hAnsi="Arial" w:cs="Arial"/>
          <w:sz w:val="20"/>
          <w:szCs w:val="20"/>
        </w:rPr>
        <w:t xml:space="preserve">6 Sb. o </w:t>
      </w:r>
      <w:r w:rsidR="000414AC">
        <w:rPr>
          <w:rFonts w:ascii="Arial" w:hAnsi="Arial" w:cs="Arial"/>
          <w:sz w:val="20"/>
          <w:szCs w:val="20"/>
        </w:rPr>
        <w:t xml:space="preserve">zadávání </w:t>
      </w:r>
      <w:r w:rsidR="00F317AA">
        <w:rPr>
          <w:rFonts w:ascii="Arial" w:hAnsi="Arial" w:cs="Arial"/>
          <w:sz w:val="20"/>
          <w:szCs w:val="20"/>
        </w:rPr>
        <w:t>veřejných zakáz</w:t>
      </w:r>
      <w:r w:rsidR="000414AC">
        <w:rPr>
          <w:rFonts w:ascii="Arial" w:hAnsi="Arial" w:cs="Arial"/>
          <w:sz w:val="20"/>
          <w:szCs w:val="20"/>
        </w:rPr>
        <w:t>e</w:t>
      </w:r>
      <w:r w:rsidR="00F317AA">
        <w:rPr>
          <w:rFonts w:ascii="Arial" w:hAnsi="Arial" w:cs="Arial"/>
          <w:sz w:val="20"/>
          <w:szCs w:val="20"/>
        </w:rPr>
        <w:t>k v platném znění (dále jen „</w:t>
      </w:r>
      <w:r w:rsidR="000414AC">
        <w:rPr>
          <w:rFonts w:ascii="Arial" w:hAnsi="Arial" w:cs="Arial"/>
          <w:sz w:val="20"/>
          <w:szCs w:val="20"/>
        </w:rPr>
        <w:t>Z</w:t>
      </w:r>
      <w:r w:rsidR="00F317AA">
        <w:rPr>
          <w:rFonts w:ascii="Arial" w:hAnsi="Arial" w:cs="Arial"/>
          <w:sz w:val="20"/>
          <w:szCs w:val="20"/>
        </w:rPr>
        <w:t>ZVZ“)</w:t>
      </w:r>
      <w:r w:rsidR="00E911C9">
        <w:rPr>
          <w:rFonts w:ascii="Arial" w:hAnsi="Arial" w:cs="Arial"/>
          <w:sz w:val="20"/>
          <w:szCs w:val="20"/>
        </w:rPr>
        <w:t>.</w:t>
      </w:r>
    </w:p>
    <w:p w:rsidR="00CA4C8B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Pr="00D66333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Default="00CA4C8B" w:rsidP="00465C3C">
      <w:pPr>
        <w:pStyle w:val="Zkladntextodsazen31"/>
        <w:ind w:left="720"/>
        <w:jc w:val="both"/>
        <w:rPr>
          <w:rFonts w:ascii="Arial" w:hAnsi="Arial" w:cs="Arial"/>
          <w:sz w:val="20"/>
          <w:szCs w:val="20"/>
        </w:rPr>
      </w:pPr>
    </w:p>
    <w:p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F534EC" w:rsidRDefault="00801768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</w:t>
      </w: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5C5D3E" w:rsidRPr="00A45D72" w:rsidSect="00E7522C">
      <w:headerReference w:type="default" r:id="rId7"/>
      <w:pgSz w:w="11905" w:h="16837"/>
      <w:pgMar w:top="1134" w:right="1134" w:bottom="1134" w:left="1134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578" w:rsidRDefault="00AF5578" w:rsidP="00AF0076">
      <w:r>
        <w:separator/>
      </w:r>
    </w:p>
  </w:endnote>
  <w:endnote w:type="continuationSeparator" w:id="0">
    <w:p w:rsidR="00AF5578" w:rsidRDefault="00AF5578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578" w:rsidRDefault="00AF5578" w:rsidP="00AF0076">
      <w:r>
        <w:separator/>
      </w:r>
    </w:p>
  </w:footnote>
  <w:footnote w:type="continuationSeparator" w:id="0">
    <w:p w:rsidR="00AF5578" w:rsidRDefault="00AF5578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076" w:rsidRPr="00163FFA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163FFA">
      <w:rPr>
        <w:rFonts w:ascii="Arial" w:hAnsi="Arial" w:cs="Arial"/>
        <w:sz w:val="20"/>
        <w:szCs w:val="20"/>
      </w:rPr>
      <w:t xml:space="preserve">Příloha č. </w:t>
    </w:r>
    <w:r w:rsidR="0025519C">
      <w:rPr>
        <w:rFonts w:ascii="Arial" w:hAnsi="Arial" w:cs="Arial"/>
        <w:sz w:val="20"/>
        <w:szCs w:val="20"/>
      </w:rPr>
      <w:t>2</w:t>
    </w:r>
    <w:r w:rsidR="000414AC">
      <w:rPr>
        <w:rFonts w:ascii="Arial" w:hAnsi="Arial" w:cs="Arial"/>
        <w:sz w:val="20"/>
        <w:szCs w:val="20"/>
      </w:rPr>
      <w:t xml:space="preserve"> ZD</w:t>
    </w:r>
    <w:r w:rsidR="00E7522C" w:rsidRPr="00163FFA">
      <w:rPr>
        <w:rFonts w:ascii="Arial" w:hAnsi="Arial" w:cs="Arial"/>
        <w:sz w:val="20"/>
        <w:szCs w:val="20"/>
      </w:rPr>
      <w:t xml:space="preserve"> -</w:t>
    </w:r>
    <w:r w:rsidRPr="00163FFA">
      <w:rPr>
        <w:rFonts w:ascii="Arial" w:hAnsi="Arial" w:cs="Arial"/>
        <w:sz w:val="20"/>
        <w:szCs w:val="20"/>
      </w:rPr>
      <w:t xml:space="preserve"> Čestné prohlášení</w:t>
    </w:r>
    <w:r w:rsidR="00302641" w:rsidRPr="00163FFA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C3"/>
    <w:rsid w:val="00012E75"/>
    <w:rsid w:val="000414AC"/>
    <w:rsid w:val="00044D85"/>
    <w:rsid w:val="00054232"/>
    <w:rsid w:val="00064C57"/>
    <w:rsid w:val="000837B9"/>
    <w:rsid w:val="00091775"/>
    <w:rsid w:val="000B1F1C"/>
    <w:rsid w:val="000C3559"/>
    <w:rsid w:val="000D32F0"/>
    <w:rsid w:val="001061F3"/>
    <w:rsid w:val="00143B12"/>
    <w:rsid w:val="001574A1"/>
    <w:rsid w:val="001629D0"/>
    <w:rsid w:val="00163FFA"/>
    <w:rsid w:val="001725CD"/>
    <w:rsid w:val="00172991"/>
    <w:rsid w:val="00195B9D"/>
    <w:rsid w:val="00196390"/>
    <w:rsid w:val="001A6F88"/>
    <w:rsid w:val="001B5968"/>
    <w:rsid w:val="001C4908"/>
    <w:rsid w:val="001E7103"/>
    <w:rsid w:val="001F7697"/>
    <w:rsid w:val="0022743D"/>
    <w:rsid w:val="00245495"/>
    <w:rsid w:val="0025519C"/>
    <w:rsid w:val="00281E9B"/>
    <w:rsid w:val="002B234E"/>
    <w:rsid w:val="002E5E99"/>
    <w:rsid w:val="00302641"/>
    <w:rsid w:val="0032182D"/>
    <w:rsid w:val="00327944"/>
    <w:rsid w:val="00360178"/>
    <w:rsid w:val="00380237"/>
    <w:rsid w:val="00395927"/>
    <w:rsid w:val="003C5270"/>
    <w:rsid w:val="003E130C"/>
    <w:rsid w:val="003E1F9F"/>
    <w:rsid w:val="00402292"/>
    <w:rsid w:val="00403143"/>
    <w:rsid w:val="004527A2"/>
    <w:rsid w:val="00465C3C"/>
    <w:rsid w:val="00486DBE"/>
    <w:rsid w:val="004B4FFA"/>
    <w:rsid w:val="004E794E"/>
    <w:rsid w:val="004F7485"/>
    <w:rsid w:val="005648CD"/>
    <w:rsid w:val="005705B2"/>
    <w:rsid w:val="0057713B"/>
    <w:rsid w:val="00587842"/>
    <w:rsid w:val="005C5D3E"/>
    <w:rsid w:val="00601A7D"/>
    <w:rsid w:val="00606C22"/>
    <w:rsid w:val="006119D2"/>
    <w:rsid w:val="00625D90"/>
    <w:rsid w:val="00650E5B"/>
    <w:rsid w:val="00652962"/>
    <w:rsid w:val="00652FE9"/>
    <w:rsid w:val="00656F3A"/>
    <w:rsid w:val="00676C45"/>
    <w:rsid w:val="006977FA"/>
    <w:rsid w:val="006A05AB"/>
    <w:rsid w:val="006D1517"/>
    <w:rsid w:val="006D4C72"/>
    <w:rsid w:val="006E6A22"/>
    <w:rsid w:val="006E6ADF"/>
    <w:rsid w:val="006E7092"/>
    <w:rsid w:val="00754703"/>
    <w:rsid w:val="00770385"/>
    <w:rsid w:val="007861D4"/>
    <w:rsid w:val="00794368"/>
    <w:rsid w:val="007A193A"/>
    <w:rsid w:val="007B0E29"/>
    <w:rsid w:val="007B6BDC"/>
    <w:rsid w:val="00801768"/>
    <w:rsid w:val="0081294D"/>
    <w:rsid w:val="00834E59"/>
    <w:rsid w:val="008559D9"/>
    <w:rsid w:val="00873090"/>
    <w:rsid w:val="00896F6A"/>
    <w:rsid w:val="00897865"/>
    <w:rsid w:val="008B3AB3"/>
    <w:rsid w:val="008C7554"/>
    <w:rsid w:val="008D29C3"/>
    <w:rsid w:val="008D4134"/>
    <w:rsid w:val="008D65EB"/>
    <w:rsid w:val="008D7885"/>
    <w:rsid w:val="008E482C"/>
    <w:rsid w:val="008F6591"/>
    <w:rsid w:val="00943821"/>
    <w:rsid w:val="00947BFA"/>
    <w:rsid w:val="009630C3"/>
    <w:rsid w:val="00982148"/>
    <w:rsid w:val="009944B0"/>
    <w:rsid w:val="009F1E59"/>
    <w:rsid w:val="00A223D4"/>
    <w:rsid w:val="00A35FB8"/>
    <w:rsid w:val="00A45D72"/>
    <w:rsid w:val="00A70BEE"/>
    <w:rsid w:val="00A95632"/>
    <w:rsid w:val="00AE19D0"/>
    <w:rsid w:val="00AE4FDD"/>
    <w:rsid w:val="00AF0076"/>
    <w:rsid w:val="00AF5578"/>
    <w:rsid w:val="00B02B0B"/>
    <w:rsid w:val="00B10F6E"/>
    <w:rsid w:val="00B21AF1"/>
    <w:rsid w:val="00B30C5B"/>
    <w:rsid w:val="00B32D3E"/>
    <w:rsid w:val="00B518C1"/>
    <w:rsid w:val="00B5254D"/>
    <w:rsid w:val="00B6456A"/>
    <w:rsid w:val="00BE0C3D"/>
    <w:rsid w:val="00C137F2"/>
    <w:rsid w:val="00C22FFC"/>
    <w:rsid w:val="00C25083"/>
    <w:rsid w:val="00C560DE"/>
    <w:rsid w:val="00C70D2D"/>
    <w:rsid w:val="00CA4C8B"/>
    <w:rsid w:val="00CD74D3"/>
    <w:rsid w:val="00D217E4"/>
    <w:rsid w:val="00D221A1"/>
    <w:rsid w:val="00D3495B"/>
    <w:rsid w:val="00D456F8"/>
    <w:rsid w:val="00D46185"/>
    <w:rsid w:val="00D56363"/>
    <w:rsid w:val="00D74AC3"/>
    <w:rsid w:val="00D92277"/>
    <w:rsid w:val="00D96289"/>
    <w:rsid w:val="00D975ED"/>
    <w:rsid w:val="00DD53F7"/>
    <w:rsid w:val="00DE6C9A"/>
    <w:rsid w:val="00E26A42"/>
    <w:rsid w:val="00E67CA3"/>
    <w:rsid w:val="00E7522C"/>
    <w:rsid w:val="00E911C9"/>
    <w:rsid w:val="00EA02AB"/>
    <w:rsid w:val="00EC1CA5"/>
    <w:rsid w:val="00EC501D"/>
    <w:rsid w:val="00F12796"/>
    <w:rsid w:val="00F317AA"/>
    <w:rsid w:val="00F534EC"/>
    <w:rsid w:val="00F76EA4"/>
    <w:rsid w:val="00F803DD"/>
    <w:rsid w:val="00FA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5:docId w15:val="{4E39A44A-3AFA-45B0-8BEB-6D339AE7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79DEBE73</Template>
  <TotalTime>11</TotalTime>
  <Pages>1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Sobek Jaromír</cp:lastModifiedBy>
  <cp:revision>17</cp:revision>
  <cp:lastPrinted>2012-07-03T10:50:00Z</cp:lastPrinted>
  <dcterms:created xsi:type="dcterms:W3CDTF">2018-04-04T13:49:00Z</dcterms:created>
  <dcterms:modified xsi:type="dcterms:W3CDTF">2023-09-25T08:32:00Z</dcterms:modified>
</cp:coreProperties>
</file>